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A7" w:rsidRPr="00B73708" w:rsidRDefault="00EF2AA7" w:rsidP="00DB6C2E">
      <w:pPr>
        <w:jc w:val="center"/>
        <w:rPr>
          <w:b/>
          <w:sz w:val="40"/>
          <w:szCs w:val="28"/>
        </w:rPr>
      </w:pPr>
      <w:r w:rsidRPr="00B73708">
        <w:rPr>
          <w:b/>
          <w:sz w:val="40"/>
          <w:szCs w:val="28"/>
        </w:rPr>
        <w:t>Voyage à Québec</w:t>
      </w:r>
    </w:p>
    <w:p w:rsidR="00EF2AA7" w:rsidRDefault="00EF2AA7" w:rsidP="00DB6C2E">
      <w:pPr>
        <w:jc w:val="center"/>
        <w:rPr>
          <w:sz w:val="36"/>
          <w:szCs w:val="28"/>
        </w:rPr>
      </w:pPr>
      <w:r w:rsidRPr="00B73708">
        <w:rPr>
          <w:sz w:val="36"/>
          <w:szCs w:val="28"/>
        </w:rPr>
        <w:t>Rooming Request Form</w:t>
      </w:r>
    </w:p>
    <w:p w:rsidR="00EF2AA7" w:rsidRPr="00B73708" w:rsidRDefault="00EF2AA7" w:rsidP="00DB6C2E">
      <w:pPr>
        <w:jc w:val="center"/>
        <w:rPr>
          <w:sz w:val="36"/>
          <w:szCs w:val="28"/>
        </w:rPr>
      </w:pPr>
    </w:p>
    <w:p w:rsidR="00EF2AA7" w:rsidRDefault="00EF2AA7" w:rsidP="00DB6C2E">
      <w:pPr>
        <w:rPr>
          <w:sz w:val="28"/>
          <w:szCs w:val="28"/>
        </w:rPr>
      </w:pPr>
      <w:r>
        <w:rPr>
          <w:sz w:val="28"/>
          <w:szCs w:val="28"/>
        </w:rPr>
        <w:t>Name: ______________________________________________</w:t>
      </w:r>
    </w:p>
    <w:p w:rsidR="00EF2AA7" w:rsidRDefault="00EF2AA7" w:rsidP="00DB6C2E">
      <w:pPr>
        <w:rPr>
          <w:sz w:val="28"/>
          <w:szCs w:val="28"/>
        </w:rPr>
      </w:pPr>
    </w:p>
    <w:p w:rsidR="00EF2AA7" w:rsidRDefault="00EF2AA7" w:rsidP="00DB6C2E">
      <w:pPr>
        <w:rPr>
          <w:sz w:val="28"/>
          <w:szCs w:val="28"/>
        </w:rPr>
      </w:pPr>
      <w:r>
        <w:rPr>
          <w:sz w:val="28"/>
          <w:szCs w:val="28"/>
        </w:rPr>
        <w:t>Would like to room with:</w:t>
      </w:r>
    </w:p>
    <w:p w:rsidR="00EF2AA7" w:rsidRDefault="00EF2AA7" w:rsidP="00DB6C2E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</w:t>
      </w:r>
    </w:p>
    <w:p w:rsidR="00EF2AA7" w:rsidRDefault="00EF2AA7" w:rsidP="00DB6C2E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</w:t>
      </w:r>
    </w:p>
    <w:p w:rsidR="00EF2AA7" w:rsidRDefault="00EF2AA7" w:rsidP="00DB6C2E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</w:t>
      </w:r>
    </w:p>
    <w:p w:rsidR="00EF2AA7" w:rsidRDefault="00EF2AA7" w:rsidP="00DB6C2E">
      <w:pPr>
        <w:rPr>
          <w:sz w:val="28"/>
          <w:szCs w:val="28"/>
        </w:rPr>
      </w:pPr>
    </w:p>
    <w:p w:rsidR="00EF2AA7" w:rsidRPr="00DB6C2E" w:rsidRDefault="00EF2AA7" w:rsidP="00DB6C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PLEASE UNDERSTAND THAT ALL REQUESTS WILL BE HONORED TO THE BEST OF OUR ABILITIES BUT THERE IS </w:t>
      </w:r>
      <w:r w:rsidRPr="00DB6C2E">
        <w:rPr>
          <w:b/>
          <w:sz w:val="28"/>
          <w:szCs w:val="28"/>
          <w:u w:val="single"/>
        </w:rPr>
        <w:t>NO GUARANTEE</w:t>
      </w:r>
      <w:r>
        <w:rPr>
          <w:b/>
          <w:sz w:val="28"/>
          <w:szCs w:val="28"/>
        </w:rPr>
        <w:t xml:space="preserve"> THAT EVERYONE WILL BE ACCOMODATED.</w:t>
      </w:r>
    </w:p>
    <w:sectPr w:rsidR="00EF2AA7" w:rsidRPr="00DB6C2E" w:rsidSect="00AC3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52CA3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6B0ABE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4D1CAE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34CC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306870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8262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BEC9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6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C08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92ABC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C2E"/>
    <w:rsid w:val="0048030D"/>
    <w:rsid w:val="00600A2E"/>
    <w:rsid w:val="00831220"/>
    <w:rsid w:val="00AC39B0"/>
    <w:rsid w:val="00B73708"/>
    <w:rsid w:val="00D514BC"/>
    <w:rsid w:val="00DB6C2E"/>
    <w:rsid w:val="00EF2AA7"/>
    <w:rsid w:val="00FF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B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56</Words>
  <Characters>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mike</cp:lastModifiedBy>
  <cp:revision>3</cp:revision>
  <dcterms:created xsi:type="dcterms:W3CDTF">2010-12-02T14:36:00Z</dcterms:created>
  <dcterms:modified xsi:type="dcterms:W3CDTF">2014-05-24T15:40:00Z</dcterms:modified>
</cp:coreProperties>
</file>